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E86ED9">
        <w:trPr>
          <w:trHeight w:val="229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73.15pt;height:74.35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79094667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E86ED9">
        <w:trPr>
          <w:trHeight w:val="236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94BE18B" w:rsidR="00053988" w:rsidRPr="00BD16F4" w:rsidRDefault="000833AB" w:rsidP="00803AE3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803AE3">
              <w:rPr>
                <w:b/>
                <w:bCs/>
                <w:lang w:val="ru-RU"/>
              </w:rPr>
              <w:t>1</w:t>
            </w:r>
          </w:p>
        </w:tc>
      </w:tr>
      <w:tr w:rsidR="00053988" w:rsidRPr="00E70B40" w14:paraId="765E600F" w14:textId="77777777" w:rsidTr="00E86ED9">
        <w:trPr>
          <w:trHeight w:val="310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639FCD2" w:rsidR="00053988" w:rsidRPr="009D2C37" w:rsidRDefault="00BD16F4" w:rsidP="00515D95">
            <w:pPr>
              <w:rPr>
                <w:lang w:val="en-GB"/>
              </w:rPr>
            </w:pPr>
            <w:r>
              <w:rPr>
                <w:lang w:val="ru-RU"/>
              </w:rPr>
              <w:t>20.06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E86ED9">
        <w:trPr>
          <w:trHeight w:val="458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19E71B64" w:rsidR="00053988" w:rsidRPr="009D2C37" w:rsidRDefault="00BD16F4" w:rsidP="00417466">
            <w:pPr>
              <w:rPr>
                <w:lang w:val="en-GB"/>
              </w:rPr>
            </w:pPr>
            <w:r>
              <w:rPr>
                <w:lang w:val="ru-RU"/>
              </w:rPr>
              <w:t>22.06</w:t>
            </w:r>
            <w:r w:rsidR="00CF0C2E" w:rsidRPr="009D2C37">
              <w:rPr>
                <w:lang w:val="en-GB"/>
              </w:rPr>
              <w:t>.2023</w:t>
            </w:r>
            <w:r w:rsidR="000B77D5">
              <w:rPr>
                <w:lang w:val="en-GB"/>
              </w:rPr>
              <w:t xml:space="preserve">, </w:t>
            </w:r>
            <w:r w:rsidR="000B77D5" w:rsidRPr="000B77D5">
              <w:rPr>
                <w:b/>
                <w:bCs/>
                <w:lang w:val="en-GB"/>
              </w:rPr>
              <w:t>01.08.2023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B46D95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26A4C2B6" w:rsidR="005D7075" w:rsidRPr="009D2C37" w:rsidRDefault="00E86ED9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Distr. </w:t>
            </w:r>
            <w:r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Cust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Support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Mgr. 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Tel: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+49 1761-5807-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US"/>
              </w:rPr>
              <w:t>737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</w:t>
            </w:r>
            <w:proofErr w:type="gramEnd"/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hyperlink r:id="rId8" w:history="1">
              <w:r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B46D95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proofErr w:type="gram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1320,Marketing</w:t>
            </w:r>
            <w:proofErr w:type="gram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517062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517062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51706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17062">
              <w:rPr>
                <w:bCs/>
                <w:sz w:val="20"/>
                <w:szCs w:val="20"/>
                <w:lang w:val="en-US"/>
              </w:rPr>
              <w:t>district,  Novaya</w:t>
            </w:r>
            <w:proofErr w:type="gramEnd"/>
            <w:r w:rsidRPr="0051706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7062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51706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7062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517062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262E9E8D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BD16F4">
              <w:rPr>
                <w:sz w:val="20"/>
                <w:szCs w:val="20"/>
                <w:lang w:val="ru-RU"/>
              </w:rPr>
              <w:t>22.06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1F84BF54" w:rsidR="00CF0C2E" w:rsidRPr="009D2C37" w:rsidRDefault="00BD16F4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22.06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39229B37" w:rsidR="00CF0C2E" w:rsidRPr="003A5EA2" w:rsidRDefault="00BD16F4" w:rsidP="00BD16F4">
            <w:pPr>
              <w:pStyle w:val="TabellenInhalt"/>
              <w:snapToGrid w:val="0"/>
              <w:rPr>
                <w:b/>
                <w:bCs/>
                <w:sz w:val="20"/>
                <w:szCs w:val="20"/>
              </w:rPr>
            </w:pPr>
            <w:r w:rsidRPr="003A5EA2">
              <w:rPr>
                <w:b/>
                <w:bCs/>
                <w:sz w:val="20"/>
                <w:szCs w:val="20"/>
              </w:rPr>
              <w:t>6511879677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3A5EA2">
              <w:rPr>
                <w:b/>
                <w:bCs/>
                <w:sz w:val="18"/>
                <w:szCs w:val="18"/>
                <w:highlight w:val="yellow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16632578" w:rsidR="008C5B3D" w:rsidRPr="009D2C37" w:rsidRDefault="00517062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bookmarkStart w:id="0" w:name="_Hlk158277596"/>
            <w:r w:rsidRPr="003A5EA2">
              <w:rPr>
                <w:sz w:val="20"/>
                <w:szCs w:val="20"/>
                <w:highlight w:val="yellow"/>
                <w:lang w:val="en-GB"/>
              </w:rPr>
              <w:t>6520238396</w:t>
            </w:r>
            <w:bookmarkEnd w:id="0"/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proofErr w:type="gramStart"/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</w:t>
            </w:r>
            <w:proofErr w:type="gramEnd"/>
            <w:r w:rsidRPr="009D2C37">
              <w:rPr>
                <w:b/>
                <w:sz w:val="18"/>
                <w:szCs w:val="18"/>
                <w:lang w:val="en-GB"/>
              </w:rPr>
              <w:t>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40C666EB" w:rsidR="00CF0C2E" w:rsidRPr="00BD16F4" w:rsidRDefault="00BD16F4" w:rsidP="00BD16F4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BD16F4">
              <w:rPr>
                <w:sz w:val="20"/>
                <w:szCs w:val="20"/>
              </w:rPr>
              <w:t>LZYTMGEF3P1003793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166719F8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proofErr w:type="spellStart"/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74CD9386" w:rsidR="00CF0C2E" w:rsidRPr="009D2C37" w:rsidRDefault="00BD16F4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22.06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0555DB3B" w:rsidR="00CF0C2E" w:rsidRPr="009D2C37" w:rsidRDefault="00BD16F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38465</w:t>
            </w:r>
          </w:p>
        </w:tc>
      </w:tr>
      <w:tr w:rsidR="00CF0C2E" w:rsidRPr="00B46D95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B46D95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517062">
              <w:rPr>
                <w:b/>
                <w:bCs/>
                <w:sz w:val="20"/>
                <w:szCs w:val="20"/>
                <w:lang w:val="en-US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BD16F4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03597E24" w:rsidR="008C5B3D" w:rsidRPr="00BD16F4" w:rsidRDefault="00BD16F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16:00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km if company 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3A3B" w14:textId="751EB1C8" w:rsidR="008C5B3D" w:rsidRPr="00BD16F4" w:rsidRDefault="00BD16F4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38465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28607032" w:rsidR="008C5B3D" w:rsidRPr="009D2C37" w:rsidRDefault="00B46D95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Swing</w:t>
            </w: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8BFFA2A" w:rsidR="008C5B3D" w:rsidRPr="009D2C37" w:rsidRDefault="00BD16F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22.06.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202434C2" w:rsidR="00DB257A" w:rsidRPr="00BD16F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517062">
        <w:rPr>
          <w:lang w:val="en-US"/>
        </w:rPr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BD16F4" w:rsidRPr="00517062">
        <w:rPr>
          <w:lang w:val="en-US"/>
        </w:rPr>
        <w:t xml:space="preserve"> </w:t>
      </w:r>
      <w:r w:rsidR="00BD16F4" w:rsidRPr="003A5EA2">
        <w:rPr>
          <w:b/>
          <w:sz w:val="20"/>
          <w:szCs w:val="20"/>
          <w:highlight w:val="yellow"/>
          <w:lang w:val="en-US"/>
        </w:rPr>
        <w:t xml:space="preserve">Replacing the </w:t>
      </w:r>
      <w:r w:rsidR="003A5EA2" w:rsidRPr="003A5EA2">
        <w:rPr>
          <w:b/>
          <w:sz w:val="20"/>
          <w:szCs w:val="20"/>
          <w:highlight w:val="yellow"/>
          <w:lang w:val="en-US"/>
        </w:rPr>
        <w:t xml:space="preserve">failed </w:t>
      </w:r>
      <w:r w:rsidR="00BD16F4" w:rsidRPr="003A5EA2">
        <w:rPr>
          <w:b/>
          <w:sz w:val="20"/>
          <w:szCs w:val="20"/>
          <w:highlight w:val="yellow"/>
          <w:lang w:val="en-US"/>
        </w:rPr>
        <w:t xml:space="preserve">transmission </w:t>
      </w:r>
      <w:r w:rsidR="003A5EA2" w:rsidRPr="003A5EA2">
        <w:rPr>
          <w:b/>
          <w:sz w:val="20"/>
          <w:szCs w:val="20"/>
          <w:highlight w:val="yellow"/>
          <w:lang w:val="en-US"/>
        </w:rPr>
        <w:t>by new replacement unit SN 6520238396.</w:t>
      </w:r>
      <w:r w:rsidR="003A5EA2">
        <w:rPr>
          <w:b/>
          <w:sz w:val="20"/>
          <w:szCs w:val="20"/>
          <w:lang w:val="en-US"/>
        </w:rPr>
        <w:t xml:space="preserve"> </w:t>
      </w:r>
      <w:r w:rsidR="00BD16F4" w:rsidRPr="00BD16F4">
        <w:rPr>
          <w:b/>
          <w:sz w:val="20"/>
          <w:szCs w:val="20"/>
          <w:lang w:val="en-US"/>
        </w:rPr>
        <w:t xml:space="preserve">- Removing, fitting and topping up the oil. 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3F890362" w14:textId="77777777" w:rsidR="003A5EA2" w:rsidRDefault="003A5EA2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1796AC92" w:rsidR="00715B9A" w:rsidRPr="00BD16F4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94000095</w:t>
            </w:r>
          </w:p>
        </w:tc>
        <w:tc>
          <w:tcPr>
            <w:tcW w:w="5132" w:type="dxa"/>
            <w:shd w:val="clear" w:color="auto" w:fill="auto"/>
          </w:tcPr>
          <w:p w14:paraId="7010883A" w14:textId="127419D8" w:rsidR="00715B9A" w:rsidRPr="00BD16F4" w:rsidRDefault="00BD16F4" w:rsidP="00965D03">
            <w:pPr>
              <w:rPr>
                <w:sz w:val="20"/>
                <w:szCs w:val="20"/>
                <w:lang w:val="en-US"/>
              </w:rPr>
            </w:pPr>
            <w:r w:rsidRPr="00BD16F4">
              <w:rPr>
                <w:sz w:val="20"/>
                <w:szCs w:val="20"/>
                <w:lang w:val="en-US"/>
              </w:rPr>
              <w:t>Automatic transmission - removal and installation</w:t>
            </w:r>
          </w:p>
        </w:tc>
        <w:tc>
          <w:tcPr>
            <w:tcW w:w="1134" w:type="dxa"/>
            <w:shd w:val="clear" w:color="auto" w:fill="auto"/>
          </w:tcPr>
          <w:p w14:paraId="4546FB9A" w14:textId="515410CC" w:rsidR="00715B9A" w:rsidRPr="009D2C37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13F5D0AD" w:rsidR="00715B9A" w:rsidRPr="009D2C37" w:rsidRDefault="007368B4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BD16F4">
              <w:rPr>
                <w:sz w:val="20"/>
                <w:szCs w:val="20"/>
                <w:lang w:val="ru-RU"/>
              </w:rPr>
              <w:t>408,5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19B332E8" w:rsidR="00715B9A" w:rsidRPr="007368B4" w:rsidRDefault="00BD16F4" w:rsidP="00965D03">
            <w:pPr>
              <w:rPr>
                <w:bCs/>
                <w:sz w:val="20"/>
                <w:szCs w:val="20"/>
                <w:lang w:val="en-US"/>
              </w:rPr>
            </w:pPr>
            <w:r w:rsidRPr="00BD16F4">
              <w:rPr>
                <w:bCs/>
                <w:sz w:val="20"/>
                <w:szCs w:val="20"/>
                <w:lang w:val="en-US"/>
              </w:rPr>
              <w:t>Oil level check</w:t>
            </w:r>
          </w:p>
        </w:tc>
        <w:tc>
          <w:tcPr>
            <w:tcW w:w="1134" w:type="dxa"/>
            <w:shd w:val="clear" w:color="auto" w:fill="auto"/>
          </w:tcPr>
          <w:p w14:paraId="32C31B3B" w14:textId="466D4DAA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</w:t>
            </w:r>
            <w:r w:rsidR="00BD16F4">
              <w:rPr>
                <w:sz w:val="20"/>
                <w:szCs w:val="20"/>
                <w:lang w:val="ru-RU"/>
              </w:rPr>
              <w:t>,</w:t>
            </w:r>
            <w:r w:rsidRPr="009D2C3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2EFC1FCB" w:rsidR="00715B9A" w:rsidRPr="00BD16F4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79B5EC64" w14:textId="510A05FD" w:rsidR="00715B9A" w:rsidRPr="009D2C37" w:rsidRDefault="00BD16F4" w:rsidP="00965D03">
            <w:pPr>
              <w:rPr>
                <w:sz w:val="20"/>
                <w:szCs w:val="20"/>
                <w:lang w:val="en-US"/>
              </w:rPr>
            </w:pPr>
            <w:r w:rsidRPr="00BD16F4">
              <w:rPr>
                <w:sz w:val="20"/>
                <w:szCs w:val="20"/>
                <w:lang w:val="en-US"/>
              </w:rPr>
              <w:t>Diagnostics</w:t>
            </w:r>
          </w:p>
        </w:tc>
        <w:tc>
          <w:tcPr>
            <w:tcW w:w="1134" w:type="dxa"/>
            <w:shd w:val="clear" w:color="auto" w:fill="auto"/>
          </w:tcPr>
          <w:p w14:paraId="533AB0E3" w14:textId="62775A55" w:rsidR="00715B9A" w:rsidRPr="00BD16F4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Standard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Part Desc</w:t>
            </w:r>
            <w:proofErr w:type="spellStart"/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Standard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916"/>
      </w:tblGrid>
      <w:tr w:rsidR="008C5B3D" w:rsidRPr="009D2C37" w14:paraId="4755CA0C" w14:textId="77777777" w:rsidTr="00ED76A7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Gross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916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4E6E6541" w:rsidR="00A4750F" w:rsidRPr="00ED76A7" w:rsidRDefault="00ED76A7" w:rsidP="00785A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VAT 12 %</w:t>
            </w:r>
          </w:p>
        </w:tc>
        <w:tc>
          <w:tcPr>
            <w:tcW w:w="4725" w:type="dxa"/>
            <w:shd w:val="clear" w:color="auto" w:fill="auto"/>
          </w:tcPr>
          <w:p w14:paraId="2CDE434D" w14:textId="526F559E" w:rsidR="00A4750F" w:rsidRPr="00517062" w:rsidRDefault="00ED76A7" w:rsidP="00785ABC">
            <w:pPr>
              <w:rPr>
                <w:sz w:val="20"/>
                <w:szCs w:val="20"/>
                <w:lang w:val="en-US"/>
              </w:rPr>
            </w:pPr>
            <w:r w:rsidRPr="00517062">
              <w:rPr>
                <w:sz w:val="20"/>
                <w:szCs w:val="20"/>
                <w:lang w:val="en-US"/>
              </w:rPr>
              <w:t>VAT 12% while custom clearance of Transmission</w:t>
            </w:r>
          </w:p>
        </w:tc>
        <w:tc>
          <w:tcPr>
            <w:tcW w:w="1265" w:type="dxa"/>
            <w:shd w:val="clear" w:color="auto" w:fill="auto"/>
          </w:tcPr>
          <w:p w14:paraId="65C8AD2C" w14:textId="59F4D999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1188,92</w:t>
            </w: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159A7DE2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1188,92</w:t>
            </w: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6FB591C5" w:rsidR="00A4750F" w:rsidRPr="00ED76A7" w:rsidRDefault="00ED76A7" w:rsidP="00ED76A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Custom </w:t>
            </w:r>
            <w:r>
              <w:rPr>
                <w:sz w:val="20"/>
                <w:szCs w:val="20"/>
                <w:lang w:val="en-US"/>
              </w:rPr>
              <w:t>Duty</w:t>
            </w:r>
          </w:p>
        </w:tc>
        <w:tc>
          <w:tcPr>
            <w:tcW w:w="4725" w:type="dxa"/>
            <w:shd w:val="clear" w:color="auto" w:fill="auto"/>
          </w:tcPr>
          <w:p w14:paraId="5213D656" w14:textId="05F63A4C" w:rsidR="00A4750F" w:rsidRPr="00ED76A7" w:rsidRDefault="00ED76A7" w:rsidP="00785A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10% custom duty of invoice cost</w:t>
            </w:r>
          </w:p>
        </w:tc>
        <w:tc>
          <w:tcPr>
            <w:tcW w:w="1265" w:type="dxa"/>
            <w:shd w:val="clear" w:color="auto" w:fill="auto"/>
          </w:tcPr>
          <w:p w14:paraId="5E127E3A" w14:textId="6E3D307E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3E3DF8F8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937.38</w:t>
            </w: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1908369C" w:rsidR="00A4750F" w:rsidRPr="009D2C37" w:rsidRDefault="00ED76A7" w:rsidP="00ED7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Broker </w:t>
            </w:r>
            <w:proofErr w:type="spellStart"/>
            <w:r>
              <w:rPr>
                <w:sz w:val="20"/>
                <w:szCs w:val="20"/>
              </w:rPr>
              <w:t>fee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14:paraId="64E84D84" w14:textId="040DC741" w:rsidR="00A4750F" w:rsidRPr="00517062" w:rsidRDefault="00ED76A7" w:rsidP="00ED76A7">
            <w:pPr>
              <w:rPr>
                <w:sz w:val="20"/>
                <w:szCs w:val="20"/>
                <w:lang w:val="en-US"/>
              </w:rPr>
            </w:pPr>
            <w:r w:rsidRPr="00517062">
              <w:rPr>
                <w:sz w:val="20"/>
                <w:szCs w:val="20"/>
                <w:lang w:val="en-US"/>
              </w:rPr>
              <w:t xml:space="preserve">Fee </w:t>
            </w:r>
            <w:proofErr w:type="spellStart"/>
            <w:r w:rsidRPr="00517062">
              <w:rPr>
                <w:sz w:val="20"/>
                <w:szCs w:val="20"/>
                <w:lang w:val="en-US"/>
              </w:rPr>
              <w:t>tot he</w:t>
            </w:r>
            <w:proofErr w:type="spellEnd"/>
            <w:r w:rsidRPr="00517062">
              <w:rPr>
                <w:sz w:val="20"/>
                <w:szCs w:val="20"/>
                <w:lang w:val="en-US"/>
              </w:rPr>
              <w:t xml:space="preserve"> custom </w:t>
            </w:r>
            <w:proofErr w:type="gramStart"/>
            <w:r w:rsidRPr="00517062">
              <w:rPr>
                <w:sz w:val="20"/>
                <w:szCs w:val="20"/>
                <w:lang w:val="en-US"/>
              </w:rPr>
              <w:t>broker  for</w:t>
            </w:r>
            <w:proofErr w:type="gramEnd"/>
            <w:r w:rsidRPr="00517062">
              <w:rPr>
                <w:sz w:val="20"/>
                <w:szCs w:val="20"/>
                <w:lang w:val="en-US"/>
              </w:rPr>
              <w:t xml:space="preserve"> clearance </w:t>
            </w:r>
          </w:p>
        </w:tc>
        <w:tc>
          <w:tcPr>
            <w:tcW w:w="1265" w:type="dxa"/>
            <w:shd w:val="clear" w:color="auto" w:fill="auto"/>
          </w:tcPr>
          <w:p w14:paraId="3EF2A3C9" w14:textId="5C626CDC" w:rsidR="00A4750F" w:rsidRPr="00ED76A7" w:rsidRDefault="00ED76A7" w:rsidP="00785AB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  <w:lang w:val="ru-RU"/>
              </w:rPr>
              <w:t>,78</w:t>
            </w: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01CCBE1B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  <w:lang w:val="ru-RU"/>
              </w:rPr>
              <w:t>,78</w:t>
            </w:r>
          </w:p>
        </w:tc>
      </w:tr>
      <w:tr w:rsidR="00ED76A7" w:rsidRPr="009D2C37" w14:paraId="5F497153" w14:textId="77777777" w:rsidTr="00517245">
        <w:tc>
          <w:tcPr>
            <w:tcW w:w="1414" w:type="dxa"/>
            <w:shd w:val="clear" w:color="auto" w:fill="auto"/>
          </w:tcPr>
          <w:p w14:paraId="02F42F95" w14:textId="77777777" w:rsidR="00ED76A7" w:rsidRPr="009D2C37" w:rsidRDefault="00ED76A7" w:rsidP="00785ABC">
            <w:pPr>
              <w:rPr>
                <w:sz w:val="20"/>
                <w:szCs w:val="20"/>
              </w:rPr>
            </w:pPr>
          </w:p>
        </w:tc>
        <w:tc>
          <w:tcPr>
            <w:tcW w:w="6973" w:type="dxa"/>
            <w:gridSpan w:val="3"/>
            <w:shd w:val="clear" w:color="auto" w:fill="auto"/>
          </w:tcPr>
          <w:p w14:paraId="00158248" w14:textId="7662503E" w:rsidR="00ED76A7" w:rsidRPr="00ED76A7" w:rsidRDefault="00ED76A7" w:rsidP="00ED76A7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ED76A7">
              <w:rPr>
                <w:b/>
                <w:sz w:val="20"/>
                <w:szCs w:val="20"/>
                <w:lang w:val="ru-RU"/>
              </w:rPr>
              <w:t>Total</w:t>
            </w:r>
            <w:r w:rsidRPr="00ED76A7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49" w:type="dxa"/>
            <w:shd w:val="clear" w:color="auto" w:fill="auto"/>
          </w:tcPr>
          <w:p w14:paraId="5433B8E8" w14:textId="2CB716B4" w:rsidR="00ED76A7" w:rsidRPr="009D2C37" w:rsidRDefault="00ED76A7" w:rsidP="00785ABC">
            <w:pPr>
              <w:rPr>
                <w:sz w:val="20"/>
                <w:szCs w:val="20"/>
              </w:rPr>
            </w:pPr>
            <w:r w:rsidRPr="00ED76A7">
              <w:rPr>
                <w:sz w:val="20"/>
                <w:szCs w:val="20"/>
              </w:rPr>
              <w:t>2 224,08</w:t>
            </w: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8A3F75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3391659">
    <w:abstractNumId w:val="7"/>
  </w:num>
  <w:num w:numId="2" w16cid:durableId="1686442565">
    <w:abstractNumId w:val="2"/>
  </w:num>
  <w:num w:numId="3" w16cid:durableId="835877504">
    <w:abstractNumId w:val="1"/>
  </w:num>
  <w:num w:numId="4" w16cid:durableId="35401035">
    <w:abstractNumId w:val="0"/>
  </w:num>
  <w:num w:numId="5" w16cid:durableId="476580345">
    <w:abstractNumId w:val="6"/>
  </w:num>
  <w:num w:numId="6" w16cid:durableId="1179853806">
    <w:abstractNumId w:val="3"/>
  </w:num>
  <w:num w:numId="7" w16cid:durableId="1047483992">
    <w:abstractNumId w:val="5"/>
  </w:num>
  <w:num w:numId="8" w16cid:durableId="10440635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B77D5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A5EA2"/>
    <w:rsid w:val="003B2495"/>
    <w:rsid w:val="003D6432"/>
    <w:rsid w:val="003D79A0"/>
    <w:rsid w:val="003E287E"/>
    <w:rsid w:val="003E73BB"/>
    <w:rsid w:val="00412E81"/>
    <w:rsid w:val="00417466"/>
    <w:rsid w:val="00463133"/>
    <w:rsid w:val="004A02EC"/>
    <w:rsid w:val="004A2713"/>
    <w:rsid w:val="004B709E"/>
    <w:rsid w:val="004C0695"/>
    <w:rsid w:val="004C1934"/>
    <w:rsid w:val="004E7124"/>
    <w:rsid w:val="004E7849"/>
    <w:rsid w:val="00507AC2"/>
    <w:rsid w:val="00515D95"/>
    <w:rsid w:val="00517062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03AE3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A3F75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AD182A"/>
    <w:rsid w:val="00B07C8B"/>
    <w:rsid w:val="00B46D95"/>
    <w:rsid w:val="00B53A39"/>
    <w:rsid w:val="00B72E22"/>
    <w:rsid w:val="00B808E9"/>
    <w:rsid w:val="00B876A2"/>
    <w:rsid w:val="00B926F6"/>
    <w:rsid w:val="00BB1F03"/>
    <w:rsid w:val="00BD16F4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86ED9"/>
    <w:rsid w:val="00E954EA"/>
    <w:rsid w:val="00EA3FBB"/>
    <w:rsid w:val="00EA5905"/>
    <w:rsid w:val="00ED1C05"/>
    <w:rsid w:val="00ED6860"/>
    <w:rsid w:val="00ED76A7"/>
    <w:rsid w:val="00F72AFE"/>
    <w:rsid w:val="00FA1E1F"/>
    <w:rsid w:val="00FB5498"/>
    <w:rsid w:val="00FC0A78"/>
    <w:rsid w:val="00FD034D"/>
    <w:rsid w:val="00FE3294"/>
    <w:rsid w:val="00FF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42AE-906C-41E7-B971-1A65A40A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402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2932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7</cp:revision>
  <dcterms:created xsi:type="dcterms:W3CDTF">2024-02-08T08:31:00Z</dcterms:created>
  <dcterms:modified xsi:type="dcterms:W3CDTF">2024-06-05T10:11:00Z</dcterms:modified>
</cp:coreProperties>
</file>